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8C0" w:rsidRDefault="000248C0" w:rsidP="0054655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Nonradar Remote Procedures</w:t>
      </w:r>
    </w:p>
    <w:p w:rsidR="000248C0" w:rsidRDefault="000248C0" w:rsidP="0054655D">
      <w:pPr>
        <w:jc w:val="center"/>
        <w:rPr>
          <w:rFonts w:ascii="Arial" w:hAnsi="Arial" w:cs="Arial"/>
          <w:b/>
          <w:sz w:val="28"/>
          <w:szCs w:val="28"/>
        </w:rPr>
      </w:pPr>
    </w:p>
    <w:p w:rsidR="000248C0" w:rsidRDefault="000248C0" w:rsidP="0054655D">
      <w:pPr>
        <w:rPr>
          <w:rFonts w:ascii="Arial" w:hAnsi="Arial" w:cs="Arial"/>
          <w:u w:val="single"/>
        </w:rPr>
      </w:pPr>
      <w:r w:rsidRPr="0054655D">
        <w:rPr>
          <w:rFonts w:ascii="Arial" w:hAnsi="Arial" w:cs="Arial"/>
          <w:u w:val="single"/>
        </w:rPr>
        <w:t>Before the start of the</w:t>
      </w:r>
      <w:r>
        <w:rPr>
          <w:rFonts w:ascii="Arial" w:hAnsi="Arial" w:cs="Arial"/>
          <w:u w:val="single"/>
        </w:rPr>
        <w:t xml:space="preserve"> scenario</w:t>
      </w:r>
    </w:p>
    <w:p w:rsidR="000248C0" w:rsidRPr="0054655D" w:rsidRDefault="000248C0" w:rsidP="0054655D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Stuff and time sequence the strips with the earliest time at the bottom of each bay</w:t>
      </w:r>
    </w:p>
    <w:p w:rsidR="000248C0" w:rsidRPr="0054655D" w:rsidRDefault="000248C0" w:rsidP="0054655D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Identify TUX aircraft</w:t>
      </w:r>
    </w:p>
    <w:p w:rsidR="000248C0" w:rsidRPr="0054655D" w:rsidRDefault="000248C0" w:rsidP="0054655D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Write miles per minute in red in space 9 for both active and inactive strips</w:t>
      </w:r>
    </w:p>
    <w:p w:rsidR="000248C0" w:rsidRPr="0054655D" w:rsidRDefault="000248C0" w:rsidP="0054655D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Identify aircraft on frequency and check the altitude as level</w:t>
      </w:r>
    </w:p>
    <w:p w:rsidR="000248C0" w:rsidRPr="0054655D" w:rsidRDefault="000248C0" w:rsidP="0054655D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Write call times in space 28 in red</w:t>
      </w:r>
    </w:p>
    <w:p w:rsidR="000248C0" w:rsidRPr="006F05A4" w:rsidRDefault="000248C0" w:rsidP="0054655D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IC – initial contact time in space 26</w:t>
      </w:r>
    </w:p>
    <w:p w:rsidR="000248C0" w:rsidRPr="0054655D" w:rsidRDefault="000248C0" w:rsidP="0054655D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Progress over posted fix is the Center estimate in space 15</w:t>
      </w:r>
    </w:p>
    <w:p w:rsidR="000248C0" w:rsidRPr="0054655D" w:rsidRDefault="000248C0" w:rsidP="0054655D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Tower jurisdiction for JAN arrivals – 2 minutes after JAN VORTAC estimate</w:t>
      </w:r>
    </w:p>
    <w:p w:rsidR="000248C0" w:rsidRPr="0054655D" w:rsidRDefault="000248C0" w:rsidP="0054655D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Tower jurisdiction for MLU arrivals – 2 minutes after clearance limit estimate</w:t>
      </w:r>
    </w:p>
    <w:p w:rsidR="000248C0" w:rsidRPr="0054655D" w:rsidRDefault="000248C0" w:rsidP="0054655D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Arrival times for GWO arrivals – 7 minutes after SQS estimate/time approach clearance issued, whichever is later</w:t>
      </w:r>
    </w:p>
    <w:p w:rsidR="000248C0" w:rsidRPr="0054655D" w:rsidRDefault="000248C0" w:rsidP="0054655D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Arrival times for VKS arrivals – 5 minutes after VKS estimate/time approach clearance issued, whichever is later</w:t>
      </w:r>
    </w:p>
    <w:p w:rsidR="000248C0" w:rsidRDefault="000248C0" w:rsidP="0054655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6F05A4">
        <w:rPr>
          <w:rFonts w:ascii="Arial" w:hAnsi="Arial" w:cs="Arial"/>
        </w:rPr>
        <w:t>Request clearance</w:t>
      </w:r>
      <w:r>
        <w:rPr>
          <w:rFonts w:ascii="Arial" w:hAnsi="Arial" w:cs="Arial"/>
        </w:rPr>
        <w:t xml:space="preserve"> time for departures in space 28</w:t>
      </w:r>
    </w:p>
    <w:p w:rsidR="000248C0" w:rsidRDefault="000248C0" w:rsidP="0054655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Actual departure time is 2 minutes after initials are given for a departure clearance (regardless of P-time)</w:t>
      </w:r>
    </w:p>
    <w:p w:rsidR="000248C0" w:rsidRDefault="000248C0" w:rsidP="0054655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Initial contact after departure is 2 minutes after the departure time</w:t>
      </w:r>
    </w:p>
    <w:p w:rsidR="000248C0" w:rsidRDefault="000248C0" w:rsidP="006F05A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Put direction arrows in space 23 (optional when remoting)</w:t>
      </w:r>
    </w:p>
    <w:p w:rsidR="000248C0" w:rsidRDefault="000248C0" w:rsidP="0015359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Do NOT preplan the scenario</w:t>
      </w:r>
    </w:p>
    <w:p w:rsidR="000248C0" w:rsidRDefault="000248C0" w:rsidP="0015359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General Information</w:t>
      </w:r>
    </w:p>
    <w:p w:rsidR="000248C0" w:rsidRPr="00153597" w:rsidRDefault="000248C0" w:rsidP="00153597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Offset strips 5 minutes in advance of current clock time</w:t>
      </w:r>
    </w:p>
    <w:p w:rsidR="000248C0" w:rsidRPr="0054655D" w:rsidRDefault="000248C0" w:rsidP="00153597">
      <w:pPr>
        <w:pStyle w:val="ListParagraph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After a call is completed, line through that time, and lay strip flat in the bay</w:t>
      </w:r>
    </w:p>
    <w:p w:rsidR="000248C0" w:rsidRPr="00153597" w:rsidRDefault="000248C0" w:rsidP="00153597">
      <w:pPr>
        <w:pStyle w:val="ListParagraph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Offset the next call time</w:t>
      </w:r>
    </w:p>
    <w:p w:rsidR="000248C0" w:rsidRDefault="000248C0" w:rsidP="0015359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If there are two or more calls to make at the same time, call the easiest one first (i.e. an initial contact or progress before a clearance request)</w:t>
      </w:r>
    </w:p>
    <w:p w:rsidR="000248C0" w:rsidRDefault="000248C0" w:rsidP="0015359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When two departures request clearance at the same time from the same airport, request the faster aircraft first unless otherwise specified for that scenario</w:t>
      </w:r>
    </w:p>
    <w:p w:rsidR="000248C0" w:rsidRDefault="000248C0" w:rsidP="0015359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Write all clearances verbatim using standard stripmarking; however, do not ask the controller to repeat the clearance if you miss it</w:t>
      </w:r>
    </w:p>
    <w:p w:rsidR="000248C0" w:rsidRDefault="000248C0" w:rsidP="0015359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Do not question the controller’s clearance</w:t>
      </w:r>
    </w:p>
    <w:p w:rsidR="000248C0" w:rsidRDefault="000248C0" w:rsidP="0015359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Do not give unsolicited reports</w:t>
      </w:r>
    </w:p>
    <w:p w:rsidR="000248C0" w:rsidRDefault="000248C0" w:rsidP="00153597">
      <w:pPr>
        <w:rPr>
          <w:rFonts w:ascii="Arial" w:hAnsi="Arial" w:cs="Arial"/>
          <w:u w:val="single"/>
        </w:rPr>
      </w:pPr>
    </w:p>
    <w:p w:rsidR="000248C0" w:rsidRDefault="000248C0" w:rsidP="00153597">
      <w:pPr>
        <w:rPr>
          <w:rFonts w:ascii="Arial" w:hAnsi="Arial" w:cs="Arial"/>
          <w:u w:val="single"/>
        </w:rPr>
      </w:pPr>
    </w:p>
    <w:p w:rsidR="000248C0" w:rsidRDefault="000248C0" w:rsidP="00153597">
      <w:pPr>
        <w:rPr>
          <w:rFonts w:ascii="Arial" w:hAnsi="Arial" w:cs="Arial"/>
          <w:u w:val="single"/>
        </w:rPr>
      </w:pPr>
    </w:p>
    <w:p w:rsidR="000248C0" w:rsidRDefault="000248C0" w:rsidP="0015359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Phraseology Examples</w:t>
      </w:r>
    </w:p>
    <w:p w:rsidR="000248C0" w:rsidRDefault="000248C0" w:rsidP="0015359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Initial Contact – “Aero Center, November One Two Tango estimating Jackson VORTAC one zero one one, at one one thousand, Sidon next.”</w:t>
      </w:r>
    </w:p>
    <w:p w:rsidR="000248C0" w:rsidRDefault="000248C0" w:rsidP="00153597">
      <w:pPr>
        <w:rPr>
          <w:rFonts w:ascii="Arial" w:hAnsi="Arial" w:cs="Arial"/>
          <w:b/>
        </w:rPr>
      </w:pPr>
    </w:p>
    <w:p w:rsidR="000248C0" w:rsidRDefault="000248C0" w:rsidP="0015359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Progressing a Fix – “Aero Center, November One Two Tango progressing Jackson VORTAC one zero one one, at one one thousand, estimating Sidon VORTAC one zero two three, Marvel VORTAC next.”</w:t>
      </w:r>
    </w:p>
    <w:p w:rsidR="000248C0" w:rsidRDefault="000248C0" w:rsidP="00153597">
      <w:pPr>
        <w:rPr>
          <w:rFonts w:ascii="Arial" w:hAnsi="Arial" w:cs="Arial"/>
          <w:b/>
        </w:rPr>
      </w:pPr>
    </w:p>
    <w:p w:rsidR="000248C0" w:rsidRDefault="000248C0" w:rsidP="0015359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Requesting a departure clearance – “Jackson Lo, Greenwood Tower, request departure clearance November One Two Tango to the Dallas Love Airport”</w:t>
      </w:r>
    </w:p>
    <w:p w:rsidR="000248C0" w:rsidRDefault="000248C0" w:rsidP="00153597">
      <w:pPr>
        <w:rPr>
          <w:rFonts w:ascii="Arial" w:hAnsi="Arial" w:cs="Arial"/>
          <w:b/>
        </w:rPr>
      </w:pPr>
    </w:p>
    <w:p w:rsidR="000248C0" w:rsidRDefault="000248C0" w:rsidP="009B53F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Reporting a down time/aircraft landed - Jackson Lo, Greenwood Tower,  November One Two Tango landed one three three three”</w:t>
      </w:r>
    </w:p>
    <w:p w:rsidR="000248C0" w:rsidRDefault="000248C0" w:rsidP="009B53F8">
      <w:pPr>
        <w:rPr>
          <w:rFonts w:ascii="Arial" w:hAnsi="Arial" w:cs="Arial"/>
          <w:b/>
        </w:rPr>
      </w:pPr>
    </w:p>
    <w:p w:rsidR="000248C0" w:rsidRDefault="000248C0" w:rsidP="009B53F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Reporting tower jurisdiction (MLU and JAN) – “Jackson Lo, Jackson Approach November One Two Tango tower jurisdiction”</w:t>
      </w:r>
    </w:p>
    <w:p w:rsidR="000248C0" w:rsidRDefault="000248C0" w:rsidP="009B53F8">
      <w:pPr>
        <w:rPr>
          <w:rFonts w:ascii="Arial" w:hAnsi="Arial" w:cs="Arial"/>
          <w:b/>
        </w:rPr>
      </w:pPr>
    </w:p>
    <w:p w:rsidR="000248C0" w:rsidRDefault="000248C0" w:rsidP="009B53F8">
      <w:pPr>
        <w:rPr>
          <w:rFonts w:ascii="Arial" w:hAnsi="Arial" w:cs="Arial"/>
          <w:b/>
        </w:rPr>
      </w:pPr>
    </w:p>
    <w:p w:rsidR="000248C0" w:rsidRDefault="000248C0" w:rsidP="00153597">
      <w:pPr>
        <w:rPr>
          <w:rFonts w:ascii="Arial" w:hAnsi="Arial" w:cs="Arial"/>
          <w:b/>
        </w:rPr>
      </w:pPr>
    </w:p>
    <w:p w:rsidR="000248C0" w:rsidRPr="00153597" w:rsidRDefault="000248C0" w:rsidP="00153597">
      <w:pPr>
        <w:rPr>
          <w:rFonts w:ascii="Arial" w:hAnsi="Arial" w:cs="Arial"/>
          <w:b/>
        </w:rPr>
      </w:pPr>
    </w:p>
    <w:p w:rsidR="000248C0" w:rsidRPr="00153597" w:rsidRDefault="000248C0" w:rsidP="00153597">
      <w:pPr>
        <w:rPr>
          <w:rFonts w:ascii="Arial" w:hAnsi="Arial" w:cs="Arial"/>
        </w:rPr>
      </w:pPr>
    </w:p>
    <w:sectPr w:rsidR="000248C0" w:rsidRPr="00153597" w:rsidSect="006E5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57EC5"/>
    <w:multiLevelType w:val="hybridMultilevel"/>
    <w:tmpl w:val="64A0CA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763115"/>
    <w:multiLevelType w:val="hybridMultilevel"/>
    <w:tmpl w:val="64A0CA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586ABD"/>
    <w:multiLevelType w:val="hybridMultilevel"/>
    <w:tmpl w:val="45344112"/>
    <w:lvl w:ilvl="0" w:tplc="739CB856">
      <w:start w:val="1"/>
      <w:numFmt w:val="lowerLetter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5BA630A2"/>
    <w:multiLevelType w:val="hybridMultilevel"/>
    <w:tmpl w:val="64A0CA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655D"/>
    <w:rsid w:val="000248C0"/>
    <w:rsid w:val="00153597"/>
    <w:rsid w:val="0054655D"/>
    <w:rsid w:val="00594B5A"/>
    <w:rsid w:val="006B0450"/>
    <w:rsid w:val="006E529F"/>
    <w:rsid w:val="006F05A4"/>
    <w:rsid w:val="008B095F"/>
    <w:rsid w:val="009B53F8"/>
    <w:rsid w:val="00A430B5"/>
    <w:rsid w:val="00C60BE0"/>
    <w:rsid w:val="00D16141"/>
    <w:rsid w:val="00D54C6C"/>
    <w:rsid w:val="00F94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29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465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384</Words>
  <Characters>2189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Nonradar Remote Procedures</dc:title>
  <dc:subject/>
  <dc:creator>mom</dc:creator>
  <cp:keywords/>
  <dc:description/>
  <cp:lastModifiedBy>FAA</cp:lastModifiedBy>
  <cp:revision>2</cp:revision>
  <cp:lastPrinted>2009-04-01T22:08:00Z</cp:lastPrinted>
  <dcterms:created xsi:type="dcterms:W3CDTF">2009-04-02T14:09:00Z</dcterms:created>
  <dcterms:modified xsi:type="dcterms:W3CDTF">2009-04-02T14:09:00Z</dcterms:modified>
</cp:coreProperties>
</file>